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7A352B" w:rsidRPr="00435C20">
        <w:rPr>
          <w:rFonts w:ascii="Corbel" w:hAnsi="Corbel"/>
          <w:bCs/>
          <w:i/>
        </w:rPr>
        <w:t>UR</w:t>
      </w:r>
      <w:proofErr w:type="spellEnd"/>
      <w:r w:rsidR="007A352B" w:rsidRPr="00435C20">
        <w:rPr>
          <w:rFonts w:ascii="Corbel" w:hAnsi="Corbel"/>
          <w:bCs/>
          <w:i/>
        </w:rPr>
        <w:t xml:space="preserve">  nr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103C2C0D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Pr="00435C20">
        <w:rPr>
          <w:rFonts w:ascii="Corbel" w:hAnsi="Corbel"/>
          <w:smallCaps/>
        </w:rPr>
        <w:t>202</w:t>
      </w:r>
      <w:r w:rsidR="00A90C4B">
        <w:rPr>
          <w:rFonts w:ascii="Corbel" w:hAnsi="Corbel"/>
          <w:smallCaps/>
        </w:rPr>
        <w:t>1</w:t>
      </w:r>
      <w:r w:rsidRPr="00435C20">
        <w:rPr>
          <w:rFonts w:ascii="Corbel" w:hAnsi="Corbel"/>
          <w:smallCaps/>
        </w:rPr>
        <w:t>-202</w:t>
      </w:r>
      <w:r w:rsidR="00A90C4B">
        <w:rPr>
          <w:rFonts w:ascii="Corbel" w:hAnsi="Corbel"/>
          <w:smallCaps/>
        </w:rPr>
        <w:t>3</w:t>
      </w:r>
    </w:p>
    <w:p w14:paraId="61C1446E" w14:textId="099483CC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A90C4B">
        <w:rPr>
          <w:rFonts w:ascii="Corbel" w:hAnsi="Corbel"/>
          <w:sz w:val="20"/>
          <w:szCs w:val="20"/>
        </w:rPr>
        <w:t>2</w:t>
      </w:r>
      <w:r w:rsidRPr="00435C20">
        <w:rPr>
          <w:rFonts w:ascii="Corbel" w:hAnsi="Corbel"/>
          <w:sz w:val="20"/>
          <w:szCs w:val="20"/>
        </w:rPr>
        <w:t>/202</w:t>
      </w:r>
      <w:r w:rsidR="00A90C4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</w:t>
            </w:r>
            <w:proofErr w:type="spellStart"/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EUB</w:t>
            </w:r>
            <w:proofErr w:type="spellEnd"/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35C20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35C20">
        <w:rPr>
          <w:rFonts w:ascii="Corbel" w:hAnsi="Corbel"/>
          <w:sz w:val="24"/>
          <w:szCs w:val="24"/>
        </w:rPr>
        <w:t>ECTS</w:t>
      </w:r>
      <w:proofErr w:type="spellEnd"/>
      <w:r w:rsidRPr="00435C20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Wykł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Konw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Sem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Prakt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35C2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19471DB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8FA511A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35C2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02918DA0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potrafi  wykorzystywać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6024191E" w:rsidR="007B12F1" w:rsidRPr="00435C20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35C2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35C20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C6AC2B1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0F1B93A0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512968E6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35C2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638635E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35C2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35C2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logistyki : aspekt systemowy i zarządczy / Piotr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Blaik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04B90" w14:textId="77777777" w:rsidR="003D44B5" w:rsidRDefault="003D44B5" w:rsidP="00C16ABF">
      <w:r>
        <w:separator/>
      </w:r>
    </w:p>
  </w:endnote>
  <w:endnote w:type="continuationSeparator" w:id="0">
    <w:p w14:paraId="0CA14E06" w14:textId="77777777" w:rsidR="003D44B5" w:rsidRDefault="003D44B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3912C" w14:textId="77777777" w:rsidR="003D44B5" w:rsidRDefault="003D44B5" w:rsidP="00C16ABF">
      <w:r>
        <w:separator/>
      </w:r>
    </w:p>
  </w:footnote>
  <w:footnote w:type="continuationSeparator" w:id="0">
    <w:p w14:paraId="4589FF22" w14:textId="77777777" w:rsidR="003D44B5" w:rsidRDefault="003D44B5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FC6"/>
    <w:rsid w:val="001F2CA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BC25C-0A55-4CE1-A9E1-4B0A4E2B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7DB167-511C-48B7-919E-0D0752B6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2020-11-17T16:36:00Z</dcterms:created>
  <dcterms:modified xsi:type="dcterms:W3CDTF">2021-09-06T06:03:00Z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